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7E2" w:rsidRDefault="001657E2" w:rsidP="00E2000D">
      <w:pPr>
        <w:spacing w:after="0"/>
        <w:jc w:val="right"/>
        <w:rPr>
          <w:rFonts w:ascii="Times New Roman" w:hAnsi="Times New Roman"/>
          <w:b/>
          <w:sz w:val="28"/>
          <w:szCs w:val="28"/>
        </w:rPr>
      </w:pPr>
      <w:r>
        <w:rPr>
          <w:rFonts w:ascii="Times New Roman" w:hAnsi="Times New Roman"/>
          <w:b/>
          <w:sz w:val="28"/>
          <w:szCs w:val="28"/>
        </w:rPr>
        <w:t>Эдуард  Богуш</w:t>
      </w:r>
    </w:p>
    <w:p w:rsidR="001657E2" w:rsidRDefault="001657E2" w:rsidP="00E2000D">
      <w:pPr>
        <w:spacing w:after="0"/>
        <w:jc w:val="center"/>
        <w:rPr>
          <w:rFonts w:ascii="Times New Roman" w:hAnsi="Times New Roman"/>
          <w:b/>
          <w:sz w:val="28"/>
          <w:szCs w:val="28"/>
        </w:rPr>
      </w:pPr>
    </w:p>
    <w:p w:rsidR="001657E2" w:rsidRDefault="001657E2" w:rsidP="00E2000D">
      <w:pPr>
        <w:spacing w:after="0"/>
        <w:jc w:val="center"/>
        <w:rPr>
          <w:rFonts w:ascii="Times New Roman" w:hAnsi="Times New Roman"/>
          <w:b/>
          <w:sz w:val="28"/>
          <w:szCs w:val="28"/>
        </w:rPr>
      </w:pPr>
    </w:p>
    <w:p w:rsidR="001657E2" w:rsidRDefault="001657E2" w:rsidP="00E2000D">
      <w:pPr>
        <w:spacing w:after="0"/>
        <w:jc w:val="center"/>
        <w:rPr>
          <w:rFonts w:ascii="Times New Roman" w:hAnsi="Times New Roman"/>
          <w:b/>
          <w:sz w:val="28"/>
          <w:szCs w:val="28"/>
        </w:rPr>
      </w:pPr>
    </w:p>
    <w:p w:rsidR="001657E2" w:rsidRDefault="001657E2" w:rsidP="00E2000D">
      <w:pPr>
        <w:spacing w:after="0"/>
        <w:jc w:val="center"/>
        <w:rPr>
          <w:rFonts w:ascii="Times New Roman" w:hAnsi="Times New Roman"/>
          <w:b/>
          <w:sz w:val="28"/>
          <w:szCs w:val="28"/>
        </w:rPr>
      </w:pPr>
    </w:p>
    <w:p w:rsidR="001657E2" w:rsidRDefault="001657E2" w:rsidP="00E2000D">
      <w:pPr>
        <w:spacing w:after="0"/>
        <w:jc w:val="center"/>
        <w:rPr>
          <w:rFonts w:ascii="Times New Roman" w:hAnsi="Times New Roman"/>
          <w:b/>
          <w:sz w:val="28"/>
          <w:szCs w:val="28"/>
        </w:rPr>
      </w:pPr>
    </w:p>
    <w:p w:rsidR="001657E2" w:rsidRDefault="001657E2" w:rsidP="00E2000D">
      <w:pPr>
        <w:spacing w:after="0"/>
        <w:jc w:val="center"/>
        <w:rPr>
          <w:rFonts w:ascii="Times New Roman" w:hAnsi="Times New Roman"/>
          <w:b/>
          <w:sz w:val="28"/>
          <w:szCs w:val="28"/>
        </w:rPr>
      </w:pPr>
    </w:p>
    <w:p w:rsidR="001657E2" w:rsidRDefault="001657E2" w:rsidP="00E2000D">
      <w:pPr>
        <w:spacing w:after="0"/>
        <w:jc w:val="center"/>
        <w:rPr>
          <w:rFonts w:ascii="Times New Roman" w:hAnsi="Times New Roman"/>
          <w:b/>
          <w:sz w:val="28"/>
          <w:szCs w:val="28"/>
        </w:rPr>
      </w:pPr>
      <w:r>
        <w:rPr>
          <w:rFonts w:ascii="Times New Roman" w:hAnsi="Times New Roman"/>
          <w:b/>
          <w:sz w:val="28"/>
          <w:szCs w:val="28"/>
        </w:rPr>
        <w:t>Рассказы  о любви</w:t>
      </w:r>
    </w:p>
    <w:p w:rsidR="001657E2" w:rsidRDefault="001657E2" w:rsidP="00E2000D">
      <w:pPr>
        <w:spacing w:after="0"/>
        <w:jc w:val="center"/>
        <w:rPr>
          <w:rFonts w:ascii="Times New Roman" w:hAnsi="Times New Roman"/>
          <w:b/>
          <w:sz w:val="28"/>
          <w:szCs w:val="28"/>
        </w:rPr>
      </w:pPr>
    </w:p>
    <w:p w:rsidR="001657E2" w:rsidRDefault="001657E2" w:rsidP="00E2000D">
      <w:pPr>
        <w:spacing w:after="0"/>
        <w:jc w:val="center"/>
        <w:rPr>
          <w:rFonts w:ascii="Times New Roman" w:hAnsi="Times New Roman"/>
          <w:b/>
          <w:sz w:val="28"/>
          <w:szCs w:val="28"/>
        </w:rPr>
      </w:pPr>
    </w:p>
    <w:p w:rsidR="001657E2" w:rsidRDefault="001657E2" w:rsidP="00E2000D">
      <w:pPr>
        <w:spacing w:after="0"/>
        <w:jc w:val="center"/>
        <w:rPr>
          <w:rFonts w:ascii="Times New Roman" w:hAnsi="Times New Roman"/>
          <w:b/>
          <w:sz w:val="28"/>
          <w:szCs w:val="28"/>
        </w:rPr>
      </w:pPr>
    </w:p>
    <w:p w:rsidR="001657E2" w:rsidRDefault="001657E2" w:rsidP="00E2000D">
      <w:pPr>
        <w:spacing w:after="0"/>
        <w:jc w:val="center"/>
        <w:rPr>
          <w:rFonts w:ascii="Times New Roman" w:hAnsi="Times New Roman"/>
          <w:b/>
          <w:sz w:val="28"/>
          <w:szCs w:val="28"/>
        </w:rPr>
      </w:pPr>
    </w:p>
    <w:p w:rsidR="001657E2" w:rsidRDefault="001657E2" w:rsidP="00E2000D">
      <w:pPr>
        <w:spacing w:after="0"/>
        <w:jc w:val="center"/>
        <w:rPr>
          <w:rFonts w:ascii="Times New Roman" w:hAnsi="Times New Roman"/>
          <w:b/>
          <w:sz w:val="28"/>
          <w:szCs w:val="28"/>
        </w:rPr>
      </w:pPr>
    </w:p>
    <w:p w:rsidR="001657E2" w:rsidRDefault="001657E2" w:rsidP="00E2000D">
      <w:pPr>
        <w:spacing w:after="0"/>
        <w:jc w:val="center"/>
        <w:rPr>
          <w:rFonts w:ascii="Times New Roman" w:hAnsi="Times New Roman"/>
          <w:b/>
          <w:sz w:val="28"/>
          <w:szCs w:val="28"/>
        </w:rPr>
      </w:pPr>
    </w:p>
    <w:p w:rsidR="001657E2" w:rsidRPr="00CC2B10" w:rsidRDefault="001657E2" w:rsidP="00E2000D">
      <w:pPr>
        <w:jc w:val="right"/>
        <w:rPr>
          <w:rFonts w:ascii="Times New Roman" w:hAnsi="Times New Roman"/>
          <w:b/>
          <w:sz w:val="24"/>
          <w:szCs w:val="24"/>
        </w:rPr>
      </w:pPr>
      <w:r w:rsidRPr="00CC2B10">
        <w:rPr>
          <w:rFonts w:ascii="Times New Roman" w:hAnsi="Times New Roman"/>
          <w:b/>
          <w:sz w:val="24"/>
          <w:szCs w:val="24"/>
        </w:rPr>
        <w:t>.</w:t>
      </w:r>
    </w:p>
    <w:p w:rsidR="001657E2" w:rsidRPr="00CC2B10" w:rsidRDefault="001657E2" w:rsidP="00E2000D">
      <w:pPr>
        <w:jc w:val="center"/>
        <w:rPr>
          <w:rFonts w:ascii="Times New Roman" w:hAnsi="Times New Roman"/>
          <w:b/>
          <w:sz w:val="24"/>
          <w:szCs w:val="24"/>
        </w:rPr>
      </w:pPr>
    </w:p>
    <w:p w:rsidR="001657E2" w:rsidRPr="00CC2B10" w:rsidRDefault="001657E2" w:rsidP="00E2000D">
      <w:pPr>
        <w:jc w:val="center"/>
        <w:rPr>
          <w:rFonts w:ascii="Times New Roman" w:hAnsi="Times New Roman"/>
          <w:b/>
          <w:sz w:val="24"/>
          <w:szCs w:val="24"/>
        </w:rPr>
      </w:pPr>
    </w:p>
    <w:p w:rsidR="001657E2" w:rsidRPr="00CC2B10" w:rsidRDefault="001657E2" w:rsidP="00E2000D">
      <w:pPr>
        <w:jc w:val="center"/>
        <w:rPr>
          <w:rFonts w:ascii="Times New Roman" w:hAnsi="Times New Roman"/>
          <w:b/>
          <w:sz w:val="24"/>
          <w:szCs w:val="24"/>
        </w:rPr>
      </w:pPr>
      <w:r w:rsidRPr="00CC2B10">
        <w:rPr>
          <w:rFonts w:ascii="Times New Roman" w:hAnsi="Times New Roman"/>
          <w:b/>
          <w:sz w:val="24"/>
          <w:szCs w:val="24"/>
        </w:rPr>
        <w:t>Аренда.</w:t>
      </w:r>
    </w:p>
    <w:p w:rsidR="001657E2" w:rsidRPr="00CC2B10" w:rsidRDefault="001657E2" w:rsidP="00E2000D">
      <w:pPr>
        <w:rPr>
          <w:rFonts w:ascii="Times New Roman" w:hAnsi="Times New Roman"/>
          <w:sz w:val="24"/>
          <w:szCs w:val="24"/>
        </w:rPr>
      </w:pP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У нас в Киеве, на Подоле много улиц с односторонним движением. С точки зрения оптимизации транспортных потоков это хорошо, но есть и проблема. Коренные жители и, те, кто здесь постоянно работают, не всегда придерживаются правил дорожного движения. Ну, согласитесь, глупо объезжать на машине два, три городских квартала, чтобы попасть в супермаркет или парикмахерскую, которая находится в пределах прямой видимости. И потому в середине дня, когда автомобильный поток не очень большой,  появляется искушение незаметно проскочить по встречке. </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Светлана пять лет работала в одном из банков, которые, как мухи мед, облепили уютный и не</w:t>
      </w:r>
      <w:r>
        <w:rPr>
          <w:rFonts w:ascii="Times New Roman" w:hAnsi="Times New Roman"/>
          <w:sz w:val="24"/>
          <w:szCs w:val="24"/>
        </w:rPr>
        <w:t xml:space="preserve"> </w:t>
      </w:r>
      <w:r w:rsidRPr="00CC2B10">
        <w:rPr>
          <w:rFonts w:ascii="Times New Roman" w:hAnsi="Times New Roman"/>
          <w:sz w:val="24"/>
          <w:szCs w:val="24"/>
        </w:rPr>
        <w:t xml:space="preserve">многоэтажный квартал возле набережной. Начинала с инспектора в отделе проблемных кредитов, но административный талант и служебное рвение буквально за три года сделали её начальником отдела внутреннего аудита. Математический ум и уникальная юридическая чистота помыслов никогда не позволяли Светлане нарушать правила дорожного движения. Выезжая из подземной парковки, она всегда поворачивала налево, по направлению движения. Хотя автомобили, выезжавшие перед ней частенько, успевали прошмыгнуть тридцать метров вправо, до пересечения с соседней улицей, сэкономив, таким образом, метров пятьсот, шестьсот объездного пути. </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Нельзя сказать, </w:t>
      </w:r>
      <w:r>
        <w:rPr>
          <w:rFonts w:ascii="Times New Roman" w:hAnsi="Times New Roman"/>
          <w:sz w:val="24"/>
          <w:szCs w:val="24"/>
        </w:rPr>
        <w:t>что искушение не посещало Светлану сделать то же самое</w:t>
      </w:r>
      <w:r w:rsidRPr="00CC2B10">
        <w:rPr>
          <w:rFonts w:ascii="Times New Roman" w:hAnsi="Times New Roman"/>
          <w:sz w:val="24"/>
          <w:szCs w:val="24"/>
        </w:rPr>
        <w:t xml:space="preserve">. </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Почему именно в этот день она изменила многолетнему правилу, не знает никто. Сказать, что сильно торопилась? Вр</w:t>
      </w:r>
      <w:r>
        <w:rPr>
          <w:rFonts w:ascii="Times New Roman" w:hAnsi="Times New Roman"/>
          <w:sz w:val="24"/>
          <w:szCs w:val="24"/>
        </w:rPr>
        <w:t>яд ли. Ну, закончились её любимые конфеты</w:t>
      </w:r>
      <w:r w:rsidRPr="00CC2B10">
        <w:rPr>
          <w:rFonts w:ascii="Times New Roman" w:hAnsi="Times New Roman"/>
          <w:sz w:val="24"/>
          <w:szCs w:val="24"/>
        </w:rPr>
        <w:t>, ну</w:t>
      </w:r>
      <w:r>
        <w:rPr>
          <w:rFonts w:ascii="Times New Roman" w:hAnsi="Times New Roman"/>
          <w:sz w:val="24"/>
          <w:szCs w:val="24"/>
        </w:rPr>
        <w:t>, не хочет она вчерашнее печенье</w:t>
      </w:r>
      <w:r w:rsidRPr="00CC2B10">
        <w:rPr>
          <w:rFonts w:ascii="Times New Roman" w:hAnsi="Times New Roman"/>
          <w:sz w:val="24"/>
          <w:szCs w:val="24"/>
        </w:rPr>
        <w:t xml:space="preserve">. Во-первых, случай далеко не уникальный, а во-вторых, банк не режимное предприятие, куда можно опоздать с обеда. В конце концов, пешком к супермаркету пятнадцать </w:t>
      </w:r>
      <w:r>
        <w:rPr>
          <w:rFonts w:ascii="Times New Roman" w:hAnsi="Times New Roman"/>
          <w:sz w:val="24"/>
          <w:szCs w:val="24"/>
        </w:rPr>
        <w:t>минут туда и обратно, можно</w:t>
      </w:r>
      <w:r w:rsidRPr="00CC2B10">
        <w:rPr>
          <w:rFonts w:ascii="Times New Roman" w:hAnsi="Times New Roman"/>
          <w:sz w:val="24"/>
          <w:szCs w:val="24"/>
        </w:rPr>
        <w:t xml:space="preserve"> и без машины обойтись. Но, видимо, так звезды повернулись, что  сев за руль, она выехала из подземного паркинга, и … глянув на пустую дорогу повернула не влево, как всегда, а направо, нарушая</w:t>
      </w:r>
      <w:r>
        <w:rPr>
          <w:rFonts w:ascii="Times New Roman" w:hAnsi="Times New Roman"/>
          <w:sz w:val="24"/>
          <w:szCs w:val="24"/>
        </w:rPr>
        <w:t xml:space="preserve"> правило одностороннего движения</w:t>
      </w:r>
      <w:r w:rsidRPr="00CC2B10">
        <w:rPr>
          <w:rFonts w:ascii="Times New Roman" w:hAnsi="Times New Roman"/>
          <w:sz w:val="24"/>
          <w:szCs w:val="24"/>
        </w:rPr>
        <w:t xml:space="preserve"> по этой дороге.  </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То, что случилось потом, по сути, одинаково подходит, как под народную мудрость, так и под выражение классика. Мудрость гласит: «не можешь воровать, не воруй», а классик: «рожденный ползать, летать не может». Не доезжая десяти метров до пешеходного перехода, прямо под колеса её машины выскочил мужчина с кульком апельсинов. Визг тормозов, легкий удар, гражданин в одну сторону, апельсины в разные. </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w:t>
      </w:r>
      <w:r>
        <w:rPr>
          <w:rFonts w:ascii="Times New Roman" w:hAnsi="Times New Roman"/>
          <w:sz w:val="24"/>
          <w:szCs w:val="24"/>
        </w:rPr>
        <w:t xml:space="preserve">Перепуганная </w:t>
      </w:r>
      <w:r w:rsidRPr="00CC2B10">
        <w:rPr>
          <w:rFonts w:ascii="Times New Roman" w:hAnsi="Times New Roman"/>
          <w:sz w:val="24"/>
          <w:szCs w:val="24"/>
        </w:rPr>
        <w:t xml:space="preserve"> Светлана кинулась к пострадавшему.</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Мужчина, вы целы? … Как вам не стыдно! А еще над блондинками смеетесь! Здесь нет перехода, переход дальше, - она хотела еще что-то сказать, но осеклась, вспомнив, что тоже нарушила правила.</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Пострадавший встал, осмотрел место ушиба. Нога цела, только на голени возле колена набирал силу и цвет большой синяк. Мужчина, глянув на лицо сбившего его водителя,  улыбнулся.</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Светка, привет!</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Кастропов?! … Николай Кастропов? –</w:t>
      </w:r>
      <w:r>
        <w:rPr>
          <w:rFonts w:ascii="Times New Roman" w:hAnsi="Times New Roman"/>
          <w:sz w:val="24"/>
          <w:szCs w:val="24"/>
        </w:rPr>
        <w:t xml:space="preserve"> испуг и желание ругаться</w:t>
      </w:r>
      <w:r w:rsidRPr="00CC2B10">
        <w:rPr>
          <w:rFonts w:ascii="Times New Roman" w:hAnsi="Times New Roman"/>
          <w:sz w:val="24"/>
          <w:szCs w:val="24"/>
        </w:rPr>
        <w:t xml:space="preserve"> исчезли. Светлана, вернулась в свою привычную энергетическую оболочку и обреченно добавила, - ну, а кто ж еще!</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Вокруг стали собираться люди. Повреждения</w:t>
      </w:r>
      <w:r>
        <w:rPr>
          <w:rFonts w:ascii="Times New Roman" w:hAnsi="Times New Roman"/>
          <w:sz w:val="24"/>
          <w:szCs w:val="24"/>
        </w:rPr>
        <w:t xml:space="preserve"> у</w:t>
      </w:r>
      <w:r w:rsidRPr="00CC2B10">
        <w:rPr>
          <w:rFonts w:ascii="Times New Roman" w:hAnsi="Times New Roman"/>
          <w:sz w:val="24"/>
          <w:szCs w:val="24"/>
        </w:rPr>
        <w:t xml:space="preserve"> машины были незначительные. Разбилась правая фара и легкая вмятина на капоте.</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w:t>
      </w:r>
      <w:r>
        <w:rPr>
          <w:rFonts w:ascii="Times New Roman" w:hAnsi="Times New Roman"/>
          <w:sz w:val="24"/>
          <w:szCs w:val="24"/>
        </w:rPr>
        <w:t>Быстро, с</w:t>
      </w:r>
      <w:r w:rsidRPr="00CC2B10">
        <w:rPr>
          <w:rFonts w:ascii="Times New Roman" w:hAnsi="Times New Roman"/>
          <w:sz w:val="24"/>
          <w:szCs w:val="24"/>
        </w:rPr>
        <w:t>адись, нам еще милиции не хватало, -  скомандовала Светлана.</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Красная «Тойота» моментально ретировалась с места преступления.</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Светка, как я рад тебя видеть! –  Николай улыбался во все лицо,</w:t>
      </w:r>
      <w:r>
        <w:rPr>
          <w:rFonts w:ascii="Times New Roman" w:hAnsi="Times New Roman"/>
          <w:sz w:val="24"/>
          <w:szCs w:val="24"/>
        </w:rPr>
        <w:t xml:space="preserve"> совершенно</w:t>
      </w:r>
      <w:r w:rsidRPr="00CC2B10">
        <w:rPr>
          <w:rFonts w:ascii="Times New Roman" w:hAnsi="Times New Roman"/>
          <w:sz w:val="24"/>
          <w:szCs w:val="24"/>
        </w:rPr>
        <w:t xml:space="preserve"> забыв о больной ноге.</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Знаешь, Коля, при всем уважении к нашей школьной дружбе, у меня язык не повернется сказать то же.</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Не сердись, куплю я тебе новую фару.</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А комок нервов, что я там оставила ты мне тоже купишь?! Ну, почему ты такой недотепа?! Сколько помню, всегда попадаешь в историю, - </w:t>
      </w:r>
      <w:r>
        <w:rPr>
          <w:rFonts w:ascii="Times New Roman" w:hAnsi="Times New Roman"/>
          <w:sz w:val="24"/>
          <w:szCs w:val="24"/>
        </w:rPr>
        <w:t xml:space="preserve">отраженная волна негатива </w:t>
      </w:r>
      <w:r w:rsidRPr="00CC2B10">
        <w:rPr>
          <w:rFonts w:ascii="Times New Roman" w:hAnsi="Times New Roman"/>
          <w:sz w:val="24"/>
          <w:szCs w:val="24"/>
        </w:rPr>
        <w:t xml:space="preserve"> вернулась к Светлане.</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А ты молодец, классная машина. Твоя или мужа?</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Моя, -  улыбнулась Светлана, ибо понятно, что Николай хотел узнать замужем она или нет.</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Светка, сколько ж мы не виделись? Двенадцать лет! С самого выпускного! И в «Одноклассниках» тебя нет.</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Знал бы ты, Коля, как спокойно я жила эти двенадцать лет.</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Извини, Свет, я не то что бы в упрек, но дорога односторонняя, я глянул – никого, и пошел. Так что оба виноваты.</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w:t>
      </w:r>
      <w:r>
        <w:rPr>
          <w:rFonts w:ascii="Times New Roman" w:hAnsi="Times New Roman"/>
          <w:sz w:val="24"/>
          <w:szCs w:val="24"/>
        </w:rPr>
        <w:t>Знаешь, Коля, м</w:t>
      </w:r>
      <w:r w:rsidRPr="00CC2B10">
        <w:rPr>
          <w:rFonts w:ascii="Times New Roman" w:hAnsi="Times New Roman"/>
          <w:sz w:val="24"/>
          <w:szCs w:val="24"/>
        </w:rPr>
        <w:t>ожешь мне</w:t>
      </w:r>
      <w:r>
        <w:rPr>
          <w:rFonts w:ascii="Times New Roman" w:hAnsi="Times New Roman"/>
          <w:sz w:val="24"/>
          <w:szCs w:val="24"/>
        </w:rPr>
        <w:t>, конечно,</w:t>
      </w:r>
      <w:r w:rsidRPr="00CC2B10">
        <w:rPr>
          <w:rFonts w:ascii="Times New Roman" w:hAnsi="Times New Roman"/>
          <w:sz w:val="24"/>
          <w:szCs w:val="24"/>
        </w:rPr>
        <w:t xml:space="preserve"> не верить, но я всю жизнь ездила по правилам. Первый раз решила сэкономить сотню метров. Так, нет же, ты попался!</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Николай обиженно отвернулся в окно. С себя вины он не снимал, но из прошлого помнил: всегда и во всем Света должна быть права. Такова её натура и суть. Любая инициатива с его стороны не стоила для нее ни копейки. </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Как нога? – смягчив тон, спросила Светлана.</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Кастропов задрал штанину и осмотрел ушибленное место. Синяк прекратил свой рост, но изрядно поменял цвет. </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Спасибо апельсинам.</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Какие апельсины?</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В кульке было два кило. Основной удар на них пришелся, а фару я коленом, а капот локтем зацепил.</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Николай закатал рукав рубашки и осмотрел локоть левой руки. Видимых повреждений не было. </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В больницу?</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Не надо. Мне тут недалеко. … Ты замужем?</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Для тебя да.</w:t>
      </w:r>
    </w:p>
    <w:p w:rsidR="001657E2" w:rsidRPr="00CC2B10" w:rsidRDefault="001657E2" w:rsidP="00E2000D">
      <w:pPr>
        <w:spacing w:after="0"/>
        <w:jc w:val="both"/>
        <w:rPr>
          <w:rFonts w:ascii="Times New Roman" w:hAnsi="Times New Roman"/>
          <w:sz w:val="24"/>
          <w:szCs w:val="24"/>
        </w:rPr>
      </w:pPr>
      <w:r>
        <w:rPr>
          <w:rFonts w:ascii="Times New Roman" w:hAnsi="Times New Roman"/>
          <w:sz w:val="24"/>
          <w:szCs w:val="24"/>
        </w:rPr>
        <w:t xml:space="preserve">   - Ну, хватит,</w:t>
      </w:r>
      <w:r w:rsidRPr="00CC2B10">
        <w:rPr>
          <w:rFonts w:ascii="Times New Roman" w:hAnsi="Times New Roman"/>
          <w:sz w:val="24"/>
          <w:szCs w:val="24"/>
        </w:rPr>
        <w:t xml:space="preserve"> сердится … , - миро</w:t>
      </w:r>
      <w:r>
        <w:rPr>
          <w:rFonts w:ascii="Times New Roman" w:hAnsi="Times New Roman"/>
          <w:sz w:val="24"/>
          <w:szCs w:val="24"/>
        </w:rPr>
        <w:t>любиво произнес Николай, затем</w:t>
      </w:r>
      <w:r w:rsidRPr="00CC2B10">
        <w:rPr>
          <w:rFonts w:ascii="Times New Roman" w:hAnsi="Times New Roman"/>
          <w:sz w:val="24"/>
          <w:szCs w:val="24"/>
        </w:rPr>
        <w:t xml:space="preserve"> добавил, - а я так ни разу и не женился. И мама пыталась знакомить и друзья.</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И подруги нет?</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Нет.</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Красная «Тойота» уперлась в небольшой затор и стала медленно подкатываться к светофору.</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А я два раза была замужем. Если честно надоело. Поначалу все мужики такие внимательные, а потом … , короче, с меня хватит. Вспоминать тошно.</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И про нас с тобой тошно? – удивился Николай.</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Ты о чем? … </w:t>
      </w:r>
      <w:r>
        <w:rPr>
          <w:rFonts w:ascii="Times New Roman" w:hAnsi="Times New Roman"/>
          <w:sz w:val="24"/>
          <w:szCs w:val="24"/>
        </w:rPr>
        <w:t>А, … н</w:t>
      </w:r>
      <w:r w:rsidRPr="00CC2B10">
        <w:rPr>
          <w:rFonts w:ascii="Times New Roman" w:hAnsi="Times New Roman"/>
          <w:sz w:val="24"/>
          <w:szCs w:val="24"/>
        </w:rPr>
        <w:t>у, бегали вместе, целовалис</w:t>
      </w:r>
      <w:r>
        <w:rPr>
          <w:rFonts w:ascii="Times New Roman" w:hAnsi="Times New Roman"/>
          <w:sz w:val="24"/>
          <w:szCs w:val="24"/>
        </w:rPr>
        <w:t>ь, …  - тут Светлана</w:t>
      </w:r>
      <w:r w:rsidRPr="00CC2B10">
        <w:rPr>
          <w:rFonts w:ascii="Times New Roman" w:hAnsi="Times New Roman"/>
          <w:sz w:val="24"/>
          <w:szCs w:val="24"/>
        </w:rPr>
        <w:t xml:space="preserve"> улыбнулась и Николай заметил это, - ну, согрешили на выпускном.</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И об этом тоже неприятно вспоминать?</w:t>
      </w:r>
    </w:p>
    <w:p w:rsidR="001657E2" w:rsidRPr="00CC2B10" w:rsidRDefault="001657E2" w:rsidP="00E2000D">
      <w:pPr>
        <w:spacing w:after="0"/>
        <w:jc w:val="both"/>
        <w:rPr>
          <w:rFonts w:ascii="Times New Roman" w:hAnsi="Times New Roman"/>
          <w:sz w:val="24"/>
          <w:szCs w:val="24"/>
        </w:rPr>
      </w:pPr>
      <w:r>
        <w:rPr>
          <w:rFonts w:ascii="Times New Roman" w:hAnsi="Times New Roman"/>
          <w:sz w:val="24"/>
          <w:szCs w:val="24"/>
        </w:rPr>
        <w:t xml:space="preserve">   -</w:t>
      </w:r>
      <w:r w:rsidRPr="00CC2B10">
        <w:rPr>
          <w:rFonts w:ascii="Times New Roman" w:hAnsi="Times New Roman"/>
          <w:sz w:val="24"/>
          <w:szCs w:val="24"/>
        </w:rPr>
        <w:t xml:space="preserve"> Ничего, весело было. Но как говорит одна моя знакомая: «секс это не повод для знакомства».</w:t>
      </w:r>
    </w:p>
    <w:p w:rsidR="001657E2" w:rsidRPr="00CC2B10" w:rsidRDefault="001657E2" w:rsidP="00E2000D">
      <w:pPr>
        <w:spacing w:after="0"/>
        <w:jc w:val="both"/>
        <w:rPr>
          <w:rFonts w:ascii="Times New Roman" w:hAnsi="Times New Roman"/>
          <w:sz w:val="24"/>
          <w:szCs w:val="24"/>
        </w:rPr>
      </w:pPr>
      <w:r>
        <w:rPr>
          <w:rFonts w:ascii="Times New Roman" w:hAnsi="Times New Roman"/>
          <w:sz w:val="24"/>
          <w:szCs w:val="24"/>
        </w:rPr>
        <w:t xml:space="preserve">   - А я долго не мог</w:t>
      </w:r>
      <w:r w:rsidRPr="00CC2B10">
        <w:rPr>
          <w:rFonts w:ascii="Times New Roman" w:hAnsi="Times New Roman"/>
          <w:sz w:val="24"/>
          <w:szCs w:val="24"/>
        </w:rPr>
        <w:t xml:space="preserve"> забыть. Даже искал</w:t>
      </w:r>
      <w:r>
        <w:rPr>
          <w:rFonts w:ascii="Times New Roman" w:hAnsi="Times New Roman"/>
          <w:sz w:val="24"/>
          <w:szCs w:val="24"/>
        </w:rPr>
        <w:t xml:space="preserve"> тебя</w:t>
      </w:r>
      <w:r w:rsidRPr="00CC2B10">
        <w:rPr>
          <w:rFonts w:ascii="Times New Roman" w:hAnsi="Times New Roman"/>
          <w:sz w:val="24"/>
          <w:szCs w:val="24"/>
        </w:rPr>
        <w:t>, знакомых спрашивал.</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Отца в Чехию перевели, в консульство, и мы с мамой сразу после выпускного туда уехали. От консульства </w:t>
      </w:r>
      <w:r>
        <w:rPr>
          <w:rFonts w:ascii="Times New Roman" w:hAnsi="Times New Roman"/>
          <w:sz w:val="24"/>
          <w:szCs w:val="24"/>
        </w:rPr>
        <w:t>получила направление в Сорбонну. П</w:t>
      </w:r>
      <w:r w:rsidRPr="00CC2B10">
        <w:rPr>
          <w:rFonts w:ascii="Times New Roman" w:hAnsi="Times New Roman"/>
          <w:sz w:val="24"/>
          <w:szCs w:val="24"/>
        </w:rPr>
        <w:t>олучила диплом магистра «кредитование и аудит», вышла замуж за серба, но через год уже развелись. Вернулась в Киев, работаю в банке. Очень детей хотела, вышла замуж, но … короче, опять ничего не вышло.</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Живешь там же?</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Да, квартира от папы осталось.</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Кастропов внимательно слушал рассказ Светланы. «Конечно, - думал Николай, - женщина она своевольная и резкая, можно сказать строптивая, но честная и порядочная, как говориться, без «дв</w:t>
      </w:r>
      <w:r>
        <w:rPr>
          <w:rFonts w:ascii="Times New Roman" w:hAnsi="Times New Roman"/>
          <w:sz w:val="24"/>
          <w:szCs w:val="24"/>
        </w:rPr>
        <w:t xml:space="preserve">ойного дна». Недавно Николай </w:t>
      </w:r>
      <w:r w:rsidRPr="00CC2B10">
        <w:rPr>
          <w:rFonts w:ascii="Times New Roman" w:hAnsi="Times New Roman"/>
          <w:sz w:val="24"/>
          <w:szCs w:val="24"/>
        </w:rPr>
        <w:t>слушал курс лекций по практической психологии, и в голове мелькнула шальная мыслишка.</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А мне скоро тридцать исполниться, - грустно произнес Николай, - и я все не женат. … У тебя в отделе много молодых девушек? Может, познакомишь?</w:t>
      </w:r>
    </w:p>
    <w:p w:rsidR="001657E2" w:rsidRPr="00CC2B10" w:rsidRDefault="001657E2" w:rsidP="00E2000D">
      <w:pPr>
        <w:spacing w:after="0"/>
        <w:jc w:val="both"/>
        <w:rPr>
          <w:rFonts w:ascii="Times New Roman" w:hAnsi="Times New Roman"/>
          <w:sz w:val="24"/>
          <w:szCs w:val="24"/>
        </w:rPr>
      </w:pPr>
      <w:r>
        <w:rPr>
          <w:rFonts w:ascii="Times New Roman" w:hAnsi="Times New Roman"/>
          <w:sz w:val="24"/>
          <w:szCs w:val="24"/>
        </w:rPr>
        <w:t xml:space="preserve">    - Как ты</w:t>
      </w:r>
      <w:r w:rsidRPr="00CC2B10">
        <w:rPr>
          <w:rFonts w:ascii="Times New Roman" w:hAnsi="Times New Roman"/>
          <w:sz w:val="24"/>
          <w:szCs w:val="24"/>
        </w:rPr>
        <w:t xml:space="preserve"> это представля</w:t>
      </w:r>
      <w:r>
        <w:rPr>
          <w:rFonts w:ascii="Times New Roman" w:hAnsi="Times New Roman"/>
          <w:sz w:val="24"/>
          <w:szCs w:val="24"/>
        </w:rPr>
        <w:t>ешь? Я завожу тебя в отдел</w:t>
      </w:r>
      <w:r w:rsidRPr="00CC2B10">
        <w:rPr>
          <w:rFonts w:ascii="Times New Roman" w:hAnsi="Times New Roman"/>
          <w:sz w:val="24"/>
          <w:szCs w:val="24"/>
        </w:rPr>
        <w:t xml:space="preserve"> и говорю, это Кастропов, есть желающие?</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Агрес</w:t>
      </w:r>
      <w:r>
        <w:rPr>
          <w:rFonts w:ascii="Times New Roman" w:hAnsi="Times New Roman"/>
          <w:sz w:val="24"/>
          <w:szCs w:val="24"/>
        </w:rPr>
        <w:t>сивно-ироничная реакция подсказывала:</w:t>
      </w:r>
      <w:r w:rsidRPr="00CC2B10">
        <w:rPr>
          <w:rFonts w:ascii="Times New Roman" w:hAnsi="Times New Roman"/>
          <w:sz w:val="24"/>
          <w:szCs w:val="24"/>
        </w:rPr>
        <w:t xml:space="preserve"> Николай на правильном пути.</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Можно не так грубо. Ну, к примеру, ты выйдешь на офисную кухню или в курилку, я позвоню тебе, ты при всех, по обыкновению, начнешь ругать меня, на чем свет стоит. Затем так, между делом намекнешь, типа, куда бы любовника сбагрить. А на вопрос: «В чем проблема?», ответишь, дескать, и нести тяжело и бросить жалко.</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И что? Кто-то клюнет?</w:t>
      </w:r>
      <w:r>
        <w:rPr>
          <w:rFonts w:ascii="Times New Roman" w:hAnsi="Times New Roman"/>
          <w:sz w:val="24"/>
          <w:szCs w:val="24"/>
        </w:rPr>
        <w:t xml:space="preserve"> – усомнилась Светлана.</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Давай попробуем, там видно будет. Ну, в качестве компенсации за разбитое колено?</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Ладно, раз виновата, попробуем.</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Останови здесь, дай визитку.</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Светлана достала из сумочки визитку и остановилась у новенькой, недавно построенной гостиницы.</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Ты здесь работаешь? – удивилась Светлана.</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Спасибо, что подвезла, завтра позвоню.</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Несмотря на больное колено, Николай бодро вышел из машины и пошел к служебному входу. Начало было положено. Ему представился </w:t>
      </w:r>
      <w:r>
        <w:rPr>
          <w:rFonts w:ascii="Times New Roman" w:hAnsi="Times New Roman"/>
          <w:sz w:val="24"/>
          <w:szCs w:val="24"/>
        </w:rPr>
        <w:t>уникальный случай применить</w:t>
      </w:r>
      <w:r w:rsidRPr="00CC2B10">
        <w:rPr>
          <w:rFonts w:ascii="Times New Roman" w:hAnsi="Times New Roman"/>
          <w:sz w:val="24"/>
          <w:szCs w:val="24"/>
        </w:rPr>
        <w:t xml:space="preserve"> знания на практике.</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До </w:t>
      </w:r>
      <w:r>
        <w:rPr>
          <w:rFonts w:ascii="Times New Roman" w:hAnsi="Times New Roman"/>
          <w:sz w:val="24"/>
          <w:szCs w:val="24"/>
        </w:rPr>
        <w:t>конца дня Светлана еще</w:t>
      </w:r>
      <w:r w:rsidRPr="00CC2B10">
        <w:rPr>
          <w:rFonts w:ascii="Times New Roman" w:hAnsi="Times New Roman"/>
          <w:sz w:val="24"/>
          <w:szCs w:val="24"/>
        </w:rPr>
        <w:t xml:space="preserve"> раз вспомнила о неожиданной встрече с одноклассником, да и</w:t>
      </w:r>
      <w:r>
        <w:rPr>
          <w:rFonts w:ascii="Times New Roman" w:hAnsi="Times New Roman"/>
          <w:sz w:val="24"/>
          <w:szCs w:val="24"/>
        </w:rPr>
        <w:t>, то, потому, что на глаза поп</w:t>
      </w:r>
      <w:r w:rsidRPr="00CC2B10">
        <w:rPr>
          <w:rFonts w:ascii="Times New Roman" w:hAnsi="Times New Roman"/>
          <w:sz w:val="24"/>
          <w:szCs w:val="24"/>
        </w:rPr>
        <w:t>алась разбитая фара. А на следующи</w:t>
      </w:r>
      <w:r>
        <w:rPr>
          <w:rFonts w:ascii="Times New Roman" w:hAnsi="Times New Roman"/>
          <w:sz w:val="24"/>
          <w:szCs w:val="24"/>
        </w:rPr>
        <w:t>й день, окунувшись в привычную текучку дел,</w:t>
      </w:r>
      <w:r w:rsidRPr="00CC2B10">
        <w:rPr>
          <w:rFonts w:ascii="Times New Roman" w:hAnsi="Times New Roman"/>
          <w:sz w:val="24"/>
          <w:szCs w:val="24"/>
        </w:rPr>
        <w:t xml:space="preserve"> </w:t>
      </w:r>
      <w:r>
        <w:rPr>
          <w:rFonts w:ascii="Times New Roman" w:hAnsi="Times New Roman"/>
          <w:sz w:val="24"/>
          <w:szCs w:val="24"/>
        </w:rPr>
        <w:t>о разговоре с Кастроповым</w:t>
      </w:r>
      <w:r w:rsidRPr="00CC2B10">
        <w:rPr>
          <w:rFonts w:ascii="Times New Roman" w:hAnsi="Times New Roman"/>
          <w:sz w:val="24"/>
          <w:szCs w:val="24"/>
        </w:rPr>
        <w:t xml:space="preserve"> забыла. </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В одиннадцать часов по негласной традиции сотрудницы отдела собрались на офисной кухне. Это был первый за день мас</w:t>
      </w:r>
      <w:r>
        <w:rPr>
          <w:rFonts w:ascii="Times New Roman" w:hAnsi="Times New Roman"/>
          <w:sz w:val="24"/>
          <w:szCs w:val="24"/>
        </w:rPr>
        <w:t>совый перекур. Едва отпив</w:t>
      </w:r>
      <w:r w:rsidRPr="00CC2B10">
        <w:rPr>
          <w:rFonts w:ascii="Times New Roman" w:hAnsi="Times New Roman"/>
          <w:sz w:val="24"/>
          <w:szCs w:val="24"/>
        </w:rPr>
        <w:t xml:space="preserve"> глоток бодрящего напитка, Светлана услышала звонок своего мобильного. Высветился незнакомый номер.</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Ал</w:t>
      </w:r>
      <w:r>
        <w:rPr>
          <w:rFonts w:ascii="Times New Roman" w:hAnsi="Times New Roman"/>
          <w:sz w:val="24"/>
          <w:szCs w:val="24"/>
        </w:rPr>
        <w:t>ло, - не выпуская чашки</w:t>
      </w:r>
      <w:r w:rsidRPr="00CC2B10">
        <w:rPr>
          <w:rFonts w:ascii="Times New Roman" w:hAnsi="Times New Roman"/>
          <w:sz w:val="24"/>
          <w:szCs w:val="24"/>
        </w:rPr>
        <w:t>, ответила Светлана.</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Привет, - ответил знакомый голос Кастропова, - ну, как я вовремя позвонил?</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О-очень! – недовольным голосом ответила Светлана, - ох, Кастропов, как же ты меня достал со вчерашнего дня! Короче, пока я не успокоюсь, ты мне больше не звони, а лучше вообще не звони, понял? Совсем!</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Отлично! Молодец, Светка, - ответил голос в трубке, - теперь выжди паузу, и когда клюнет, подсекай. Жду.</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Светлана отключила телефон и продолжала пить кофе. Но от былого спокойствия не осталось и следа. Неизвестно, чего больше было в ней игры, или естественной реакции. Во всяком случае, со стороны никто ничего не заподозрил. Более того, наличие надоевшего любовника, сильно подняло ее реноме в глазах подчиненных. Так, что на кухне образовалась небольшая пауза. </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Что, любовник достал? – спросила высокая долговязая офисменеджер Катерина. Ей было уже за тридцать, но противники на личном фронте, практически не появлялись. </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Да, вот послал Господь, … не знаю, что и делать. И выгнать жалко и … глаза б его не видели!</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А что случилось? – спросила Наташа стажер с рецепшен.</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Машину вчера разбил. Фара в дребезги, и капот помят.</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Не сильно он и помят, - от</w:t>
      </w:r>
      <w:r>
        <w:rPr>
          <w:rFonts w:ascii="Times New Roman" w:hAnsi="Times New Roman"/>
          <w:sz w:val="24"/>
          <w:szCs w:val="24"/>
        </w:rPr>
        <w:t>парировала Катерина. Она парковала свой шевроле рядом с</w:t>
      </w:r>
      <w:r w:rsidRPr="00CC2B10">
        <w:rPr>
          <w:rFonts w:ascii="Times New Roman" w:hAnsi="Times New Roman"/>
          <w:sz w:val="24"/>
          <w:szCs w:val="24"/>
        </w:rPr>
        <w:t xml:space="preserve"> тойотой </w:t>
      </w:r>
      <w:r>
        <w:rPr>
          <w:rFonts w:ascii="Times New Roman" w:hAnsi="Times New Roman"/>
          <w:sz w:val="24"/>
          <w:szCs w:val="24"/>
        </w:rPr>
        <w:t xml:space="preserve">Светланы </w:t>
      </w:r>
      <w:r w:rsidRPr="00CC2B10">
        <w:rPr>
          <w:rFonts w:ascii="Times New Roman" w:hAnsi="Times New Roman"/>
          <w:sz w:val="24"/>
          <w:szCs w:val="24"/>
        </w:rPr>
        <w:t>и обратила внимание на фару и капот.</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Ну, если тебя такие вмят</w:t>
      </w:r>
      <w:r>
        <w:rPr>
          <w:rFonts w:ascii="Times New Roman" w:hAnsi="Times New Roman"/>
          <w:sz w:val="24"/>
          <w:szCs w:val="24"/>
        </w:rPr>
        <w:t>ины устраивают, можешь взять этого придурка</w:t>
      </w:r>
      <w:r w:rsidRPr="00CC2B10">
        <w:rPr>
          <w:rFonts w:ascii="Times New Roman" w:hAnsi="Times New Roman"/>
          <w:sz w:val="24"/>
          <w:szCs w:val="24"/>
        </w:rPr>
        <w:t xml:space="preserve"> себе, - отпарировала Светлана.</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Ты серьезно? – заинтересовалась Катерина.</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Пока только в аренду, - решила пошутить Светлана, полагая, что разговор на этом закончен.</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И почем нынче аренда мужика? – неожиданно вмешалась Наташа.</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Сто долларов за выходные, - не моргнув глазом, поддержала собственную шутку Светлана и улыбнулась. </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Беру, - согласилась Катерина, - а выходные, это только суббота и воскресенье, или вечер пятницы тоже?</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Остальные свидетели разговора остолбенели от неожиданности. В доказательство своих слов Катерина достала из сумочки деньги и положила их перед начальницей. Светлана</w:t>
      </w:r>
      <w:r>
        <w:rPr>
          <w:rFonts w:ascii="Times New Roman" w:hAnsi="Times New Roman"/>
          <w:sz w:val="24"/>
          <w:szCs w:val="24"/>
        </w:rPr>
        <w:t>, вдруг,</w:t>
      </w:r>
      <w:r w:rsidRPr="00CC2B10">
        <w:rPr>
          <w:rFonts w:ascii="Times New Roman" w:hAnsi="Times New Roman"/>
          <w:sz w:val="24"/>
          <w:szCs w:val="24"/>
        </w:rPr>
        <w:t xml:space="preserve"> осознала, что разоблачение шутки будет не в её пользу. Авторитет руководства с глупым</w:t>
      </w:r>
      <w:r>
        <w:rPr>
          <w:rFonts w:ascii="Times New Roman" w:hAnsi="Times New Roman"/>
          <w:sz w:val="24"/>
          <w:szCs w:val="24"/>
        </w:rPr>
        <w:t>и фарсами</w:t>
      </w:r>
      <w:r w:rsidRPr="00CC2B10">
        <w:rPr>
          <w:rFonts w:ascii="Times New Roman" w:hAnsi="Times New Roman"/>
          <w:sz w:val="24"/>
          <w:szCs w:val="24"/>
        </w:rPr>
        <w:t xml:space="preserve"> плохо ассоциируются. Зрители ждали, чем кончится.</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Сегодня</w:t>
      </w:r>
      <w:r>
        <w:rPr>
          <w:rFonts w:ascii="Times New Roman" w:hAnsi="Times New Roman"/>
          <w:sz w:val="24"/>
          <w:szCs w:val="24"/>
        </w:rPr>
        <w:t xml:space="preserve"> пятница, он позвонит после шести, - отрезала начальница.</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Светлана нашла в телефоне последний входящий и написала СМС</w:t>
      </w:r>
      <w:r>
        <w:rPr>
          <w:rFonts w:ascii="Times New Roman" w:hAnsi="Times New Roman"/>
          <w:sz w:val="24"/>
          <w:szCs w:val="24"/>
        </w:rPr>
        <w:t xml:space="preserve"> с телефоном Катерины, указав ее полные данные. Даже самой стало интересно, что из этого получится.</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А ты уверена, что он придет? – спросила Катерину Наташа.</w:t>
      </w:r>
    </w:p>
    <w:p w:rsidR="001657E2" w:rsidRPr="00CC2B10" w:rsidRDefault="001657E2" w:rsidP="00E2000D">
      <w:pPr>
        <w:spacing w:after="0"/>
        <w:jc w:val="both"/>
        <w:rPr>
          <w:rFonts w:ascii="Times New Roman" w:hAnsi="Times New Roman"/>
          <w:sz w:val="24"/>
          <w:szCs w:val="24"/>
        </w:rPr>
      </w:pPr>
      <w:r>
        <w:rPr>
          <w:rFonts w:ascii="Times New Roman" w:hAnsi="Times New Roman"/>
          <w:sz w:val="24"/>
          <w:szCs w:val="24"/>
        </w:rPr>
        <w:t xml:space="preserve">   -  Скажу, придет, - отпарировала вопрос</w:t>
      </w:r>
      <w:r w:rsidRPr="00CC2B10">
        <w:rPr>
          <w:rFonts w:ascii="Times New Roman" w:hAnsi="Times New Roman"/>
          <w:sz w:val="24"/>
          <w:szCs w:val="24"/>
        </w:rPr>
        <w:t xml:space="preserve"> Св</w:t>
      </w:r>
      <w:r>
        <w:rPr>
          <w:rFonts w:ascii="Times New Roman" w:hAnsi="Times New Roman"/>
          <w:sz w:val="24"/>
          <w:szCs w:val="24"/>
        </w:rPr>
        <w:t xml:space="preserve">етлана. </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Через пятнадцать минут весть о том, что начальник отдела внутреннего аудита Светлана Онищенко сдает в аренду любовника, облетела всё женское население ба</w:t>
      </w:r>
      <w:r>
        <w:rPr>
          <w:rFonts w:ascii="Times New Roman" w:hAnsi="Times New Roman"/>
          <w:sz w:val="24"/>
          <w:szCs w:val="24"/>
        </w:rPr>
        <w:t>нка. Но возникшее было</w:t>
      </w:r>
      <w:r w:rsidRPr="00CC2B10">
        <w:rPr>
          <w:rFonts w:ascii="Times New Roman" w:hAnsi="Times New Roman"/>
          <w:sz w:val="24"/>
          <w:szCs w:val="24"/>
        </w:rPr>
        <w:t xml:space="preserve"> возбуждение по этому поводу, быстро улетучилось и пятница, а это была именно пятница, быстро докатилась до логического конца. Хотя, интерес к эксперименту остался. </w:t>
      </w:r>
    </w:p>
    <w:p w:rsidR="001657E2" w:rsidRPr="00CC2B10" w:rsidRDefault="001657E2" w:rsidP="00E2000D">
      <w:pPr>
        <w:spacing w:after="0"/>
        <w:jc w:val="both"/>
        <w:rPr>
          <w:rFonts w:ascii="Times New Roman" w:hAnsi="Times New Roman"/>
          <w:sz w:val="24"/>
          <w:szCs w:val="24"/>
        </w:rPr>
      </w:pPr>
      <w:r>
        <w:rPr>
          <w:rFonts w:ascii="Times New Roman" w:hAnsi="Times New Roman"/>
          <w:sz w:val="24"/>
          <w:szCs w:val="24"/>
        </w:rPr>
        <w:t xml:space="preserve">   Было б</w:t>
      </w:r>
      <w:r w:rsidRPr="00CC2B10">
        <w:rPr>
          <w:rFonts w:ascii="Times New Roman" w:hAnsi="Times New Roman"/>
          <w:sz w:val="24"/>
          <w:szCs w:val="24"/>
        </w:rPr>
        <w:t xml:space="preserve"> лишним говорить, что в понедельник никто из женского персонала банка на работу не опоздал, кроме, естественно, Катерины. Все</w:t>
      </w:r>
      <w:r>
        <w:rPr>
          <w:rFonts w:ascii="Times New Roman" w:hAnsi="Times New Roman"/>
          <w:sz w:val="24"/>
          <w:szCs w:val="24"/>
        </w:rPr>
        <w:t xml:space="preserve"> сотрудники</w:t>
      </w:r>
      <w:r w:rsidRPr="00CC2B10">
        <w:rPr>
          <w:rFonts w:ascii="Times New Roman" w:hAnsi="Times New Roman"/>
          <w:sz w:val="24"/>
          <w:szCs w:val="24"/>
        </w:rPr>
        <w:t xml:space="preserve"> </w:t>
      </w:r>
      <w:r>
        <w:rPr>
          <w:rFonts w:ascii="Times New Roman" w:hAnsi="Times New Roman"/>
          <w:sz w:val="24"/>
          <w:szCs w:val="24"/>
        </w:rPr>
        <w:t xml:space="preserve">банка </w:t>
      </w:r>
      <w:r w:rsidRPr="00CC2B10">
        <w:rPr>
          <w:rFonts w:ascii="Times New Roman" w:hAnsi="Times New Roman"/>
          <w:sz w:val="24"/>
          <w:szCs w:val="24"/>
        </w:rPr>
        <w:t>привыкли в</w:t>
      </w:r>
      <w:r>
        <w:rPr>
          <w:rFonts w:ascii="Times New Roman" w:hAnsi="Times New Roman"/>
          <w:sz w:val="24"/>
          <w:szCs w:val="24"/>
        </w:rPr>
        <w:t xml:space="preserve">идеть ее в одном </w:t>
      </w:r>
      <w:r w:rsidRPr="00CC2B10">
        <w:rPr>
          <w:rFonts w:ascii="Times New Roman" w:hAnsi="Times New Roman"/>
          <w:sz w:val="24"/>
          <w:szCs w:val="24"/>
        </w:rPr>
        <w:t xml:space="preserve"> </w:t>
      </w:r>
      <w:r>
        <w:rPr>
          <w:rFonts w:ascii="Times New Roman" w:hAnsi="Times New Roman"/>
          <w:sz w:val="24"/>
          <w:szCs w:val="24"/>
        </w:rPr>
        <w:t xml:space="preserve">и том же </w:t>
      </w:r>
      <w:r w:rsidRPr="00CC2B10">
        <w:rPr>
          <w:rFonts w:ascii="Times New Roman" w:hAnsi="Times New Roman"/>
          <w:sz w:val="24"/>
          <w:szCs w:val="24"/>
        </w:rPr>
        <w:t>образе: высокая, худая, сутулая в светлой блузе и темной юбке. А на голо</w:t>
      </w:r>
      <w:r>
        <w:rPr>
          <w:rFonts w:ascii="Times New Roman" w:hAnsi="Times New Roman"/>
          <w:sz w:val="24"/>
          <w:szCs w:val="24"/>
        </w:rPr>
        <w:t>ве: что-то,</w:t>
      </w:r>
      <w:r w:rsidRPr="00CC2B10">
        <w:rPr>
          <w:rFonts w:ascii="Times New Roman" w:hAnsi="Times New Roman"/>
          <w:sz w:val="24"/>
          <w:szCs w:val="24"/>
        </w:rPr>
        <w:t xml:space="preserve"> чтоб в глаза не лезло. Метаморфоза происшедшая с Катериной за выходные </w:t>
      </w:r>
      <w:r>
        <w:rPr>
          <w:rFonts w:ascii="Times New Roman" w:hAnsi="Times New Roman"/>
          <w:sz w:val="24"/>
          <w:szCs w:val="24"/>
        </w:rPr>
        <w:t xml:space="preserve">дни </w:t>
      </w:r>
      <w:r w:rsidRPr="00CC2B10">
        <w:rPr>
          <w:rFonts w:ascii="Times New Roman" w:hAnsi="Times New Roman"/>
          <w:sz w:val="24"/>
          <w:szCs w:val="24"/>
        </w:rPr>
        <w:t>произвела эффект разорвавшейся бомбы. Спина выпрямилась, короткое, черное облегающее платье высветило  стройную фигуру и красивые ноги, стильная стрижка подчеркнула правильные черты лица, а главное исчез этот потухший затравленный жизнью взгляд. Из серой офисной мышки Катерина превратилась в настоящую «мисс банк».</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Не успел</w:t>
      </w:r>
      <w:r>
        <w:rPr>
          <w:rFonts w:ascii="Times New Roman" w:hAnsi="Times New Roman"/>
          <w:sz w:val="24"/>
          <w:szCs w:val="24"/>
        </w:rPr>
        <w:t>а Светлана дойти до рабочего стола</w:t>
      </w:r>
      <w:r w:rsidRPr="00CC2B10">
        <w:rPr>
          <w:rFonts w:ascii="Times New Roman" w:hAnsi="Times New Roman"/>
          <w:sz w:val="24"/>
          <w:szCs w:val="24"/>
        </w:rPr>
        <w:t xml:space="preserve">, как её окружили незамужние сотрудницы. Каждая совала сто долларов и требовала, чтоб следующие выходные она отдала любовника именно ей. А Елизавета Ивановна, которой было </w:t>
      </w:r>
      <w:r>
        <w:rPr>
          <w:rFonts w:ascii="Times New Roman" w:hAnsi="Times New Roman"/>
          <w:sz w:val="24"/>
          <w:szCs w:val="24"/>
        </w:rPr>
        <w:t xml:space="preserve">слегка </w:t>
      </w:r>
      <w:r w:rsidRPr="00CC2B10">
        <w:rPr>
          <w:rFonts w:ascii="Times New Roman" w:hAnsi="Times New Roman"/>
          <w:sz w:val="24"/>
          <w:szCs w:val="24"/>
        </w:rPr>
        <w:t>«за сорок», согласилась оплатить по воскресному тарифу и будний день.</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Значит так, девочки, придет пятница, тогда и будем решать, а теперь все, за работу, - </w:t>
      </w:r>
      <w:r>
        <w:rPr>
          <w:rFonts w:ascii="Times New Roman" w:hAnsi="Times New Roman"/>
          <w:sz w:val="24"/>
          <w:szCs w:val="24"/>
        </w:rPr>
        <w:t xml:space="preserve">злобно </w:t>
      </w:r>
      <w:r w:rsidRPr="00CC2B10">
        <w:rPr>
          <w:rFonts w:ascii="Times New Roman" w:hAnsi="Times New Roman"/>
          <w:sz w:val="24"/>
          <w:szCs w:val="24"/>
        </w:rPr>
        <w:t>отрезала начальница.</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Сделав вид, что суета по поводу Катерины её абсолютно не интересует, Светлана с большим трудом заставила себя приступить к работе. Несколько раз она столкнулась с Катериной</w:t>
      </w:r>
      <w:r>
        <w:rPr>
          <w:rFonts w:ascii="Times New Roman" w:hAnsi="Times New Roman"/>
          <w:sz w:val="24"/>
          <w:szCs w:val="24"/>
        </w:rPr>
        <w:t xml:space="preserve"> в корридоре</w:t>
      </w:r>
      <w:r w:rsidRPr="00CC2B10">
        <w:rPr>
          <w:rFonts w:ascii="Times New Roman" w:hAnsi="Times New Roman"/>
          <w:sz w:val="24"/>
          <w:szCs w:val="24"/>
        </w:rPr>
        <w:t xml:space="preserve">. </w:t>
      </w:r>
      <w:r>
        <w:rPr>
          <w:rFonts w:ascii="Times New Roman" w:hAnsi="Times New Roman"/>
          <w:sz w:val="24"/>
          <w:szCs w:val="24"/>
        </w:rPr>
        <w:t>Та, излучая огромное жизнелюбие и</w:t>
      </w:r>
      <w:r w:rsidRPr="00CC2B10">
        <w:rPr>
          <w:rFonts w:ascii="Times New Roman" w:hAnsi="Times New Roman"/>
          <w:sz w:val="24"/>
          <w:szCs w:val="24"/>
        </w:rPr>
        <w:t xml:space="preserve"> см</w:t>
      </w:r>
      <w:r>
        <w:rPr>
          <w:rFonts w:ascii="Times New Roman" w:hAnsi="Times New Roman"/>
          <w:sz w:val="24"/>
          <w:szCs w:val="24"/>
        </w:rPr>
        <w:t>отрела на начальницу с</w:t>
      </w:r>
      <w:r w:rsidRPr="00CC2B10">
        <w:rPr>
          <w:rFonts w:ascii="Times New Roman" w:hAnsi="Times New Roman"/>
          <w:sz w:val="24"/>
          <w:szCs w:val="24"/>
        </w:rPr>
        <w:t xml:space="preserve"> превос</w:t>
      </w:r>
      <w:r>
        <w:rPr>
          <w:rFonts w:ascii="Times New Roman" w:hAnsi="Times New Roman"/>
          <w:sz w:val="24"/>
          <w:szCs w:val="24"/>
        </w:rPr>
        <w:t>ходством. Весь ее вид, словно</w:t>
      </w:r>
      <w:r w:rsidRPr="00CC2B10">
        <w:rPr>
          <w:rFonts w:ascii="Times New Roman" w:hAnsi="Times New Roman"/>
          <w:sz w:val="24"/>
          <w:szCs w:val="24"/>
        </w:rPr>
        <w:t xml:space="preserve"> говорил: ну, все, назад я тебе его не отдам, можешь меня уволить.</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В обеденный перерыв Светлана выскочила на улицу и позвонила Николаю.</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Кастропов? … Привет, как нога? … Даже больничный не брал?! … хорошо. Тебя можно поздравить?  … Ну, как же, Катерина сияет от счастья. … Ах, вы на дачу ездили? Дрова колол? … Крышу ремонтировал? Понятно. Видно, слабо я тебя долбанула!</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Пылая от злости</w:t>
      </w:r>
      <w:r>
        <w:rPr>
          <w:rFonts w:ascii="Times New Roman" w:hAnsi="Times New Roman"/>
          <w:sz w:val="24"/>
          <w:szCs w:val="24"/>
        </w:rPr>
        <w:t>,</w:t>
      </w:r>
      <w:r w:rsidRPr="00CC2B10">
        <w:rPr>
          <w:rFonts w:ascii="Times New Roman" w:hAnsi="Times New Roman"/>
          <w:sz w:val="24"/>
          <w:szCs w:val="24"/>
        </w:rPr>
        <w:t xml:space="preserve"> Светлана выключила телефон. Сволочь! Они, видите ли, два дня на </w:t>
      </w:r>
      <w:r>
        <w:rPr>
          <w:rFonts w:ascii="Times New Roman" w:hAnsi="Times New Roman"/>
          <w:sz w:val="24"/>
          <w:szCs w:val="24"/>
        </w:rPr>
        <w:t xml:space="preserve"> ее </w:t>
      </w:r>
      <w:r w:rsidRPr="00CC2B10">
        <w:rPr>
          <w:rFonts w:ascii="Times New Roman" w:hAnsi="Times New Roman"/>
          <w:sz w:val="24"/>
          <w:szCs w:val="24"/>
        </w:rPr>
        <w:t>даче провели! И погода была хорошая!</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Вернувшись на работу, Светлана почувствовала за спиной шушуканье и даже поймала несколько сочувственных взглядов. Это ж надо, на ровном месте вляпаться в такую историю! Ну, Кастропов, ну, сволочь! Сделал из меня мадам Брошкину.   </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Что касается Катерины, тут было с точностью наоборот. С каждым днем она расцветала и хорошела. Подруги слушали ее открыв рот. Во вторник они с ним были в театре</w:t>
      </w:r>
      <w:r>
        <w:rPr>
          <w:rFonts w:ascii="Times New Roman" w:hAnsi="Times New Roman"/>
          <w:sz w:val="24"/>
          <w:szCs w:val="24"/>
        </w:rPr>
        <w:t xml:space="preserve">, в четверг до захода солнца </w:t>
      </w:r>
      <w:r w:rsidRPr="00CC2B10">
        <w:rPr>
          <w:rFonts w:ascii="Times New Roman" w:hAnsi="Times New Roman"/>
          <w:sz w:val="24"/>
          <w:szCs w:val="24"/>
        </w:rPr>
        <w:t>валялись на пляже, а на выходные хотят махнуть в Одессу.</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Ничто не переживается так мучительно, как чужой успех! Причем, каждая одинокая</w:t>
      </w:r>
      <w:r>
        <w:rPr>
          <w:rFonts w:ascii="Times New Roman" w:hAnsi="Times New Roman"/>
          <w:sz w:val="24"/>
          <w:szCs w:val="24"/>
        </w:rPr>
        <w:t xml:space="preserve"> подруга Катерины</w:t>
      </w:r>
      <w:r w:rsidRPr="00CC2B10">
        <w:rPr>
          <w:rFonts w:ascii="Times New Roman" w:hAnsi="Times New Roman"/>
          <w:sz w:val="24"/>
          <w:szCs w:val="24"/>
        </w:rPr>
        <w:t>, считала, что по глупой случайности в этой лотерее счастья, не ей, а именно этой дуре Катьке, достался выигрышный билет. Но, как говорил классик: «сити и не такое сожрет». Со временем страсти улеглись, и только один раз инспектор из соседнего отдела, поймав Светлану в коридоре, спросила: «нет ли у нее еще одного надоевшего любовника», но не из ехидства, а скорей всего, так, по глупости.</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Жизнь и работа вошли в обычное русло. Но мысль, что Светлана своими руками сделала эту зануду и неудачницу Катьку счастливой, а сама осталась на бобах, все сильнее отравляла её сознание. А когда внутреннее напряжение достигло апогея, Светлана решила: во что бы то ни стало, вернуть себе Николая. </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Да, женский коллектив суров, здесь как у бандитов – потерял авторитет и все, сожрут с потрохами.</w:t>
      </w:r>
    </w:p>
    <w:p w:rsidR="001657E2" w:rsidRPr="00CC2B10" w:rsidRDefault="001657E2" w:rsidP="00E2000D">
      <w:pPr>
        <w:spacing w:after="0"/>
        <w:jc w:val="both"/>
        <w:rPr>
          <w:rFonts w:ascii="Times New Roman" w:hAnsi="Times New Roman"/>
          <w:sz w:val="24"/>
          <w:szCs w:val="24"/>
        </w:rPr>
      </w:pPr>
      <w:r>
        <w:rPr>
          <w:rFonts w:ascii="Times New Roman" w:hAnsi="Times New Roman"/>
          <w:sz w:val="24"/>
          <w:szCs w:val="24"/>
        </w:rPr>
        <w:t xml:space="preserve">     Когда решение было окончательно принято, Света</w:t>
      </w:r>
      <w:r w:rsidRPr="00CC2B10">
        <w:rPr>
          <w:rFonts w:ascii="Times New Roman" w:hAnsi="Times New Roman"/>
          <w:sz w:val="24"/>
          <w:szCs w:val="24"/>
        </w:rPr>
        <w:t xml:space="preserve"> набрала известный ей номер телефона.</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Коля? Привет, … не занят? Может, встретимся, кофейку попьем? … Хорошо.</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В тот же день Николай и Светлана встретились. Это было маленькое уютное кафе, которы</w:t>
      </w:r>
      <w:r>
        <w:rPr>
          <w:rFonts w:ascii="Times New Roman" w:hAnsi="Times New Roman"/>
          <w:sz w:val="24"/>
          <w:szCs w:val="24"/>
        </w:rPr>
        <w:t>ми</w:t>
      </w:r>
      <w:r w:rsidRPr="00CC2B10">
        <w:rPr>
          <w:rFonts w:ascii="Times New Roman" w:hAnsi="Times New Roman"/>
          <w:sz w:val="24"/>
          <w:szCs w:val="24"/>
        </w:rPr>
        <w:t xml:space="preserve"> кишит </w:t>
      </w:r>
      <w:r>
        <w:rPr>
          <w:rFonts w:ascii="Times New Roman" w:hAnsi="Times New Roman"/>
          <w:sz w:val="24"/>
          <w:szCs w:val="24"/>
        </w:rPr>
        <w:t xml:space="preserve">весь </w:t>
      </w:r>
      <w:r w:rsidRPr="00CC2B10">
        <w:rPr>
          <w:rFonts w:ascii="Times New Roman" w:hAnsi="Times New Roman"/>
          <w:sz w:val="24"/>
          <w:szCs w:val="24"/>
        </w:rPr>
        <w:t>Подол. Больше часа они болтали о всякой всячине и никак не могли наговориться. Даже официантка, наблюдая эту идиллию, их не побеспокоила.</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После армии долго не мог найти работу, - рассказывал Николай, - но друзья помогли. Заочно закончил университет. Гостиницу, что ты видела, начинал строить с первого камушка, потом остался в ней работать. Сейчас начальник службы инженерного обеспечения.</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А личная жизнь? Неужели до нашей встречи так никого и не осчастливил?</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Будешь смеяться, но это так. Все лучшее в мо</w:t>
      </w:r>
      <w:r>
        <w:rPr>
          <w:rFonts w:ascii="Times New Roman" w:hAnsi="Times New Roman"/>
          <w:sz w:val="24"/>
          <w:szCs w:val="24"/>
        </w:rPr>
        <w:t>ей жизни связано</w:t>
      </w:r>
      <w:r w:rsidRPr="00CC2B10">
        <w:rPr>
          <w:rFonts w:ascii="Times New Roman" w:hAnsi="Times New Roman"/>
          <w:sz w:val="24"/>
          <w:szCs w:val="24"/>
        </w:rPr>
        <w:t xml:space="preserve"> с тобой.</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Я после развода с сербом, приехала в Киев. За мной стал ухаживать один стажер из МИДа. Я, дура, планов настроила. Думала двух детей родить, </w:t>
      </w:r>
      <w:r>
        <w:rPr>
          <w:rFonts w:ascii="Times New Roman" w:hAnsi="Times New Roman"/>
          <w:sz w:val="24"/>
          <w:szCs w:val="24"/>
        </w:rPr>
        <w:t>по миру поездить. Но … со временем выяснилось</w:t>
      </w:r>
      <w:r w:rsidRPr="00CC2B10">
        <w:rPr>
          <w:rFonts w:ascii="Times New Roman" w:hAnsi="Times New Roman"/>
          <w:sz w:val="24"/>
          <w:szCs w:val="24"/>
        </w:rPr>
        <w:t xml:space="preserve">, </w:t>
      </w:r>
      <w:r>
        <w:rPr>
          <w:rFonts w:ascii="Times New Roman" w:hAnsi="Times New Roman"/>
          <w:sz w:val="24"/>
          <w:szCs w:val="24"/>
        </w:rPr>
        <w:t xml:space="preserve">что </w:t>
      </w:r>
      <w:r w:rsidRPr="00CC2B10">
        <w:rPr>
          <w:rFonts w:ascii="Times New Roman" w:hAnsi="Times New Roman"/>
          <w:sz w:val="24"/>
          <w:szCs w:val="24"/>
        </w:rPr>
        <w:t xml:space="preserve">ему для госслужбы в Киеве нужна была столичная прописка, не более. Год прожили, он оказывается, таблетки пил, чтоб я не забеременела. Когда узнала, ох, и разозлилась! И на себя, и на весь мир. </w:t>
      </w:r>
    </w:p>
    <w:p w:rsidR="001657E2" w:rsidRPr="00CC2B10" w:rsidRDefault="001657E2" w:rsidP="00E2000D">
      <w:pPr>
        <w:spacing w:after="0"/>
        <w:jc w:val="both"/>
        <w:rPr>
          <w:rFonts w:ascii="Times New Roman" w:hAnsi="Times New Roman"/>
          <w:sz w:val="24"/>
          <w:szCs w:val="24"/>
        </w:rPr>
      </w:pPr>
      <w:r>
        <w:rPr>
          <w:rFonts w:ascii="Times New Roman" w:hAnsi="Times New Roman"/>
          <w:sz w:val="24"/>
          <w:szCs w:val="24"/>
        </w:rPr>
        <w:t xml:space="preserve">    - Ч</w:t>
      </w:r>
      <w:r w:rsidRPr="00CC2B10">
        <w:rPr>
          <w:rFonts w:ascii="Times New Roman" w:hAnsi="Times New Roman"/>
          <w:sz w:val="24"/>
          <w:szCs w:val="24"/>
        </w:rPr>
        <w:t>то в выходные делаешь? – неожиданно спросил Николай.</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Еще не знаю?</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Поехали ко мне на дачу?</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У тебя есть дача? – удивилась Светлана, ибо Николай никак не ассоциировался у неё с представителем среднего класса.</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От деда в наследство досталась. Домик, конечно, небольшой, но сад роскошный. Тебе понравиться.</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Ты серьезно? </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Вполне.</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Хорошо, поехали. … А как же Катерина? – еще не до конца веря в свою победу, спросила Светлана.</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Какая Катерина? – удивился Николай.</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Ну, </w:t>
      </w:r>
      <w:r>
        <w:rPr>
          <w:rFonts w:ascii="Times New Roman" w:hAnsi="Times New Roman"/>
          <w:sz w:val="24"/>
          <w:szCs w:val="24"/>
        </w:rPr>
        <w:t>с</w:t>
      </w:r>
      <w:r w:rsidRPr="00CC2B10">
        <w:rPr>
          <w:rFonts w:ascii="Times New Roman" w:hAnsi="Times New Roman"/>
          <w:sz w:val="24"/>
          <w:szCs w:val="24"/>
        </w:rPr>
        <w:t xml:space="preserve"> которой  ты колол дрова, ремонтировал крышу, ходил в театр, загорал на пляже?</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Николай улыбнулся.</w:t>
      </w:r>
    </w:p>
    <w:p w:rsidR="001657E2" w:rsidRPr="00CC2B10" w:rsidRDefault="001657E2" w:rsidP="00E2000D">
      <w:pPr>
        <w:spacing w:after="0"/>
        <w:jc w:val="both"/>
        <w:rPr>
          <w:rFonts w:ascii="Times New Roman" w:hAnsi="Times New Roman"/>
          <w:sz w:val="24"/>
          <w:szCs w:val="24"/>
        </w:rPr>
      </w:pPr>
      <w:r>
        <w:rPr>
          <w:rFonts w:ascii="Times New Roman" w:hAnsi="Times New Roman"/>
          <w:sz w:val="24"/>
          <w:szCs w:val="24"/>
        </w:rPr>
        <w:t xml:space="preserve">    - Э</w:t>
      </w:r>
      <w:r w:rsidRPr="00CC2B10">
        <w:rPr>
          <w:rFonts w:ascii="Times New Roman" w:hAnsi="Times New Roman"/>
          <w:sz w:val="24"/>
          <w:szCs w:val="24"/>
        </w:rPr>
        <w:t>то не я</w:t>
      </w:r>
      <w:r>
        <w:rPr>
          <w:rFonts w:ascii="Times New Roman" w:hAnsi="Times New Roman"/>
          <w:sz w:val="24"/>
          <w:szCs w:val="24"/>
        </w:rPr>
        <w:t xml:space="preserve"> был, это мой заместитель, тоже Николай. Х</w:t>
      </w:r>
      <w:r w:rsidRPr="00CC2B10">
        <w:rPr>
          <w:rFonts w:ascii="Times New Roman" w:hAnsi="Times New Roman"/>
          <w:sz w:val="24"/>
          <w:szCs w:val="24"/>
        </w:rPr>
        <w:t>ороший, толковый пар</w:t>
      </w:r>
      <w:r>
        <w:rPr>
          <w:rFonts w:ascii="Times New Roman" w:hAnsi="Times New Roman"/>
          <w:sz w:val="24"/>
          <w:szCs w:val="24"/>
        </w:rPr>
        <w:t>ень. Два года, как в Киеве</w:t>
      </w:r>
      <w:r w:rsidRPr="00CC2B10">
        <w:rPr>
          <w:rFonts w:ascii="Times New Roman" w:hAnsi="Times New Roman"/>
          <w:sz w:val="24"/>
          <w:szCs w:val="24"/>
        </w:rPr>
        <w:t xml:space="preserve">, а с личной жизнью </w:t>
      </w:r>
      <w:r>
        <w:rPr>
          <w:rFonts w:ascii="Times New Roman" w:hAnsi="Times New Roman"/>
          <w:sz w:val="24"/>
          <w:szCs w:val="24"/>
        </w:rPr>
        <w:t>никак. Когда СМС от тебя пришел</w:t>
      </w:r>
      <w:r w:rsidRPr="00CC2B10">
        <w:rPr>
          <w:rFonts w:ascii="Times New Roman" w:hAnsi="Times New Roman"/>
          <w:sz w:val="24"/>
          <w:szCs w:val="24"/>
        </w:rPr>
        <w:t>,</w:t>
      </w:r>
      <w:r>
        <w:rPr>
          <w:rFonts w:ascii="Times New Roman" w:hAnsi="Times New Roman"/>
          <w:sz w:val="24"/>
          <w:szCs w:val="24"/>
        </w:rPr>
        <w:t xml:space="preserve"> я</w:t>
      </w:r>
      <w:r w:rsidRPr="00CC2B10">
        <w:rPr>
          <w:rFonts w:ascii="Times New Roman" w:hAnsi="Times New Roman"/>
          <w:sz w:val="24"/>
          <w:szCs w:val="24"/>
        </w:rPr>
        <w:t xml:space="preserve"> ему все данные и отдал. По-моему, он очень доволен.</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Ну, Кастропов …, -  Светлана хотела ч</w:t>
      </w:r>
      <w:r>
        <w:rPr>
          <w:rFonts w:ascii="Times New Roman" w:hAnsi="Times New Roman"/>
          <w:sz w:val="24"/>
          <w:szCs w:val="24"/>
        </w:rPr>
        <w:t>то-</w:t>
      </w:r>
      <w:r w:rsidRPr="00CC2B10">
        <w:rPr>
          <w:rFonts w:ascii="Times New Roman" w:hAnsi="Times New Roman"/>
          <w:sz w:val="24"/>
          <w:szCs w:val="24"/>
        </w:rPr>
        <w:t>то сказать из своего бывшего репертуара, но сама ул</w:t>
      </w:r>
      <w:r>
        <w:rPr>
          <w:rFonts w:ascii="Times New Roman" w:hAnsi="Times New Roman"/>
          <w:sz w:val="24"/>
          <w:szCs w:val="24"/>
        </w:rPr>
        <w:t>ыбнулась и закончила фразу</w:t>
      </w:r>
      <w:r w:rsidRPr="00CC2B10">
        <w:rPr>
          <w:rFonts w:ascii="Times New Roman" w:hAnsi="Times New Roman"/>
          <w:sz w:val="24"/>
          <w:szCs w:val="24"/>
        </w:rPr>
        <w:t xml:space="preserve"> миролюбиво, - один ноль в твою пользу.</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Играем дальше?</w:t>
      </w:r>
    </w:p>
    <w:p w:rsidR="001657E2" w:rsidRPr="00CC2B10"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 Играем, а во что?</w:t>
      </w:r>
    </w:p>
    <w:p w:rsidR="001657E2" w:rsidRDefault="001657E2" w:rsidP="00E2000D">
      <w:pPr>
        <w:spacing w:after="0"/>
        <w:jc w:val="both"/>
        <w:rPr>
          <w:rFonts w:ascii="Times New Roman" w:hAnsi="Times New Roman"/>
          <w:sz w:val="24"/>
          <w:szCs w:val="24"/>
        </w:rPr>
      </w:pPr>
      <w:r w:rsidRPr="00CC2B10">
        <w:rPr>
          <w:rFonts w:ascii="Times New Roman" w:hAnsi="Times New Roman"/>
          <w:sz w:val="24"/>
          <w:szCs w:val="24"/>
        </w:rPr>
        <w:t xml:space="preserve">-  В полноценную семью, с детьми </w:t>
      </w:r>
      <w:r>
        <w:rPr>
          <w:rFonts w:ascii="Times New Roman" w:hAnsi="Times New Roman"/>
          <w:sz w:val="24"/>
          <w:szCs w:val="24"/>
        </w:rPr>
        <w:t>и путешествиями, как ты мечтала.</w:t>
      </w:r>
    </w:p>
    <w:p w:rsidR="001657E2" w:rsidRPr="00455C69" w:rsidRDefault="001657E2" w:rsidP="00E2000D">
      <w:pPr>
        <w:spacing w:after="0"/>
        <w:jc w:val="both"/>
        <w:rPr>
          <w:rFonts w:ascii="Times New Roman" w:hAnsi="Times New Roman"/>
          <w:sz w:val="24"/>
          <w:szCs w:val="24"/>
        </w:rPr>
      </w:pPr>
      <w:r>
        <w:rPr>
          <w:rFonts w:ascii="Times New Roman" w:hAnsi="Times New Roman"/>
          <w:sz w:val="24"/>
          <w:szCs w:val="24"/>
        </w:rPr>
        <w:t>-  Согласна!</w:t>
      </w:r>
    </w:p>
    <w:p w:rsidR="001657E2" w:rsidRPr="00455C69" w:rsidRDefault="001657E2" w:rsidP="00E2000D">
      <w:pPr>
        <w:spacing w:after="0"/>
        <w:jc w:val="center"/>
        <w:rPr>
          <w:rFonts w:ascii="Times New Roman" w:hAnsi="Times New Roman"/>
          <w:sz w:val="24"/>
          <w:szCs w:val="24"/>
        </w:rPr>
      </w:pPr>
    </w:p>
    <w:sectPr w:rsidR="001657E2" w:rsidRPr="00455C69" w:rsidSect="00554CB1">
      <w:foot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57E2" w:rsidRDefault="001657E2" w:rsidP="00D91983">
      <w:pPr>
        <w:spacing w:after="0" w:line="240" w:lineRule="auto"/>
      </w:pPr>
      <w:r>
        <w:separator/>
      </w:r>
    </w:p>
  </w:endnote>
  <w:endnote w:type="continuationSeparator" w:id="0">
    <w:p w:rsidR="001657E2" w:rsidRDefault="001657E2" w:rsidP="00D919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7E2" w:rsidRDefault="001657E2">
    <w:pPr>
      <w:pStyle w:val="Footer"/>
      <w:jc w:val="right"/>
    </w:pPr>
    <w:fldSimple w:instr=" PAGE   \* MERGEFORMAT ">
      <w:r>
        <w:rPr>
          <w:noProof/>
        </w:rPr>
        <w:t>1</w:t>
      </w:r>
    </w:fldSimple>
  </w:p>
  <w:p w:rsidR="001657E2" w:rsidRDefault="001657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57E2" w:rsidRDefault="001657E2" w:rsidP="00D91983">
      <w:pPr>
        <w:spacing w:after="0" w:line="240" w:lineRule="auto"/>
      </w:pPr>
      <w:r>
        <w:separator/>
      </w:r>
    </w:p>
  </w:footnote>
  <w:footnote w:type="continuationSeparator" w:id="0">
    <w:p w:rsidR="001657E2" w:rsidRDefault="001657E2" w:rsidP="00D9198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75BDB"/>
    <w:rsid w:val="00043D49"/>
    <w:rsid w:val="00083B29"/>
    <w:rsid w:val="000A43DE"/>
    <w:rsid w:val="000B3CDD"/>
    <w:rsid w:val="000D1F8E"/>
    <w:rsid w:val="000E1D5D"/>
    <w:rsid w:val="00123267"/>
    <w:rsid w:val="00141440"/>
    <w:rsid w:val="0014492B"/>
    <w:rsid w:val="001657E2"/>
    <w:rsid w:val="001955A5"/>
    <w:rsid w:val="001E1195"/>
    <w:rsid w:val="001E2588"/>
    <w:rsid w:val="001F5134"/>
    <w:rsid w:val="0024516E"/>
    <w:rsid w:val="00292FFA"/>
    <w:rsid w:val="00310E06"/>
    <w:rsid w:val="003246A6"/>
    <w:rsid w:val="00327D60"/>
    <w:rsid w:val="00356963"/>
    <w:rsid w:val="00393F8A"/>
    <w:rsid w:val="00394D6E"/>
    <w:rsid w:val="003B2E54"/>
    <w:rsid w:val="003C2F32"/>
    <w:rsid w:val="003E37F4"/>
    <w:rsid w:val="003E66D1"/>
    <w:rsid w:val="003F2AC4"/>
    <w:rsid w:val="0041173D"/>
    <w:rsid w:val="00455C69"/>
    <w:rsid w:val="00467824"/>
    <w:rsid w:val="004A0DC5"/>
    <w:rsid w:val="004D738B"/>
    <w:rsid w:val="00501FBF"/>
    <w:rsid w:val="005329A1"/>
    <w:rsid w:val="00537510"/>
    <w:rsid w:val="00554CB1"/>
    <w:rsid w:val="00565D0C"/>
    <w:rsid w:val="00575690"/>
    <w:rsid w:val="005B2D6D"/>
    <w:rsid w:val="005C142E"/>
    <w:rsid w:val="005E412C"/>
    <w:rsid w:val="0061344E"/>
    <w:rsid w:val="006326AE"/>
    <w:rsid w:val="00680716"/>
    <w:rsid w:val="006A21AF"/>
    <w:rsid w:val="006B2A0F"/>
    <w:rsid w:val="006E6FEF"/>
    <w:rsid w:val="007155FE"/>
    <w:rsid w:val="0073293B"/>
    <w:rsid w:val="007801F2"/>
    <w:rsid w:val="007B11CE"/>
    <w:rsid w:val="007B646C"/>
    <w:rsid w:val="007B65AE"/>
    <w:rsid w:val="007D3936"/>
    <w:rsid w:val="007D7D74"/>
    <w:rsid w:val="007F6FF0"/>
    <w:rsid w:val="0080044A"/>
    <w:rsid w:val="0082015B"/>
    <w:rsid w:val="0084120E"/>
    <w:rsid w:val="00851F7E"/>
    <w:rsid w:val="00852BBC"/>
    <w:rsid w:val="00873240"/>
    <w:rsid w:val="008A24E1"/>
    <w:rsid w:val="008B3CB1"/>
    <w:rsid w:val="008B589C"/>
    <w:rsid w:val="0095065A"/>
    <w:rsid w:val="009C4A75"/>
    <w:rsid w:val="009F23FB"/>
    <w:rsid w:val="009F5A34"/>
    <w:rsid w:val="00A00DDC"/>
    <w:rsid w:val="00A06712"/>
    <w:rsid w:val="00A715C0"/>
    <w:rsid w:val="00A82168"/>
    <w:rsid w:val="00AF2209"/>
    <w:rsid w:val="00AF729F"/>
    <w:rsid w:val="00B366E1"/>
    <w:rsid w:val="00B75BDB"/>
    <w:rsid w:val="00B76165"/>
    <w:rsid w:val="00B87AE1"/>
    <w:rsid w:val="00B87E65"/>
    <w:rsid w:val="00BB415E"/>
    <w:rsid w:val="00BB5967"/>
    <w:rsid w:val="00BC2B08"/>
    <w:rsid w:val="00BD1D53"/>
    <w:rsid w:val="00BF2919"/>
    <w:rsid w:val="00C160EE"/>
    <w:rsid w:val="00C22253"/>
    <w:rsid w:val="00C32A31"/>
    <w:rsid w:val="00C756FF"/>
    <w:rsid w:val="00C75C2F"/>
    <w:rsid w:val="00C8770A"/>
    <w:rsid w:val="00C87F06"/>
    <w:rsid w:val="00CC2B10"/>
    <w:rsid w:val="00CD3BCE"/>
    <w:rsid w:val="00D0703F"/>
    <w:rsid w:val="00D323B1"/>
    <w:rsid w:val="00D32761"/>
    <w:rsid w:val="00D47456"/>
    <w:rsid w:val="00D647FC"/>
    <w:rsid w:val="00D91983"/>
    <w:rsid w:val="00D92604"/>
    <w:rsid w:val="00D97E36"/>
    <w:rsid w:val="00DB0986"/>
    <w:rsid w:val="00DF4398"/>
    <w:rsid w:val="00E1004B"/>
    <w:rsid w:val="00E2000D"/>
    <w:rsid w:val="00E256B3"/>
    <w:rsid w:val="00E66A4F"/>
    <w:rsid w:val="00E720A3"/>
    <w:rsid w:val="00E76947"/>
    <w:rsid w:val="00E86376"/>
    <w:rsid w:val="00EE1CE1"/>
    <w:rsid w:val="00F017E7"/>
    <w:rsid w:val="00F52A6C"/>
    <w:rsid w:val="00F541F7"/>
    <w:rsid w:val="00F70B5E"/>
    <w:rsid w:val="00F941E4"/>
    <w:rsid w:val="00FB6604"/>
    <w:rsid w:val="00FD44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CB1"/>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455C69"/>
    <w:rPr>
      <w:lang w:eastAsia="en-US"/>
    </w:rPr>
  </w:style>
  <w:style w:type="paragraph" w:styleId="Title">
    <w:name w:val="Title"/>
    <w:basedOn w:val="Normal"/>
    <w:next w:val="Normal"/>
    <w:link w:val="TitleChar"/>
    <w:uiPriority w:val="99"/>
    <w:qFormat/>
    <w:rsid w:val="00455C69"/>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455C69"/>
    <w:rPr>
      <w:rFonts w:ascii="Cambria" w:hAnsi="Cambria" w:cs="Times New Roman"/>
      <w:color w:val="17365D"/>
      <w:spacing w:val="5"/>
      <w:kern w:val="28"/>
      <w:sz w:val="52"/>
      <w:szCs w:val="52"/>
    </w:rPr>
  </w:style>
  <w:style w:type="paragraph" w:styleId="Header">
    <w:name w:val="header"/>
    <w:basedOn w:val="Normal"/>
    <w:link w:val="HeaderChar"/>
    <w:uiPriority w:val="99"/>
    <w:semiHidden/>
    <w:rsid w:val="00D91983"/>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D91983"/>
    <w:rPr>
      <w:rFonts w:cs="Times New Roman"/>
    </w:rPr>
  </w:style>
  <w:style w:type="paragraph" w:styleId="Footer">
    <w:name w:val="footer"/>
    <w:basedOn w:val="Normal"/>
    <w:link w:val="FooterChar"/>
    <w:uiPriority w:val="99"/>
    <w:rsid w:val="00D91983"/>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D91983"/>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6990</TotalTime>
  <Pages>7</Pages>
  <Words>2499</Words>
  <Characters>14246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dc:creator>
  <cp:keywords/>
  <dc:description/>
  <cp:lastModifiedBy>Admin</cp:lastModifiedBy>
  <cp:revision>33</cp:revision>
  <dcterms:created xsi:type="dcterms:W3CDTF">2012-03-05T12:11:00Z</dcterms:created>
  <dcterms:modified xsi:type="dcterms:W3CDTF">2016-12-20T10:08:00Z</dcterms:modified>
</cp:coreProperties>
</file>